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37" w:rsidRPr="00FF368A" w:rsidRDefault="00E643D1" w:rsidP="00E643D1">
      <w:pPr>
        <w:shd w:val="clear" w:color="auto" w:fill="000000" w:themeFill="text1"/>
        <w:rPr>
          <w:rFonts w:ascii="Arial" w:hAnsi="Arial" w:cs="Arial"/>
          <w:color w:val="FFFFFF" w:themeColor="background1"/>
          <w:sz w:val="34"/>
        </w:rPr>
      </w:pPr>
      <w:r w:rsidRPr="00FF368A">
        <w:rPr>
          <w:rFonts w:ascii="Arial" w:hAnsi="Arial" w:cs="Arial"/>
          <w:color w:val="FFFFFF" w:themeColor="background1"/>
          <w:sz w:val="34"/>
        </w:rPr>
        <w:t xml:space="preserve">Unit </w:t>
      </w:r>
      <w:r w:rsidR="00170757" w:rsidRPr="00FF368A">
        <w:rPr>
          <w:rFonts w:ascii="Arial" w:hAnsi="Arial" w:cs="Arial"/>
          <w:color w:val="FFFFFF" w:themeColor="background1"/>
          <w:sz w:val="34"/>
        </w:rPr>
        <w:t xml:space="preserve">5: </w:t>
      </w:r>
      <w:r w:rsidR="00BD5C26">
        <w:rPr>
          <w:rFonts w:ascii="Arial" w:hAnsi="Arial" w:cs="Arial"/>
          <w:color w:val="FFFFFF" w:themeColor="background1"/>
          <w:sz w:val="34"/>
        </w:rPr>
        <w:t>Developing Self-Esteem and Resilience</w:t>
      </w:r>
      <w:r w:rsidR="009439F6" w:rsidRPr="00FF368A">
        <w:rPr>
          <w:rFonts w:ascii="Arial" w:hAnsi="Arial" w:cs="Arial"/>
          <w:color w:val="FFFFFF" w:themeColor="background1"/>
          <w:sz w:val="3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095"/>
        <w:gridCol w:w="6237"/>
      </w:tblGrid>
      <w:tr w:rsidR="007B39B5" w:rsidRPr="00FF368A" w:rsidTr="00E643D1">
        <w:trPr>
          <w:tblHeader/>
        </w:trPr>
        <w:tc>
          <w:tcPr>
            <w:tcW w:w="2300" w:type="dxa"/>
            <w:shd w:val="clear" w:color="auto" w:fill="000000" w:themeFill="text1"/>
            <w:vAlign w:val="center"/>
          </w:tcPr>
          <w:p w:rsidR="007B39B5" w:rsidRPr="00FF368A" w:rsidRDefault="00E643D1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Lesson Title</w:t>
            </w:r>
          </w:p>
        </w:tc>
        <w:tc>
          <w:tcPr>
            <w:tcW w:w="6095" w:type="dxa"/>
            <w:shd w:val="clear" w:color="auto" w:fill="000000" w:themeFill="text1"/>
          </w:tcPr>
          <w:p w:rsidR="007B39B5" w:rsidRPr="00FF368A" w:rsidRDefault="00E643D1" w:rsidP="00C36237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Objectives</w:t>
            </w:r>
          </w:p>
        </w:tc>
        <w:tc>
          <w:tcPr>
            <w:tcW w:w="6237" w:type="dxa"/>
            <w:shd w:val="clear" w:color="auto" w:fill="000000" w:themeFill="text1"/>
          </w:tcPr>
          <w:p w:rsidR="007B39B5" w:rsidRPr="00FF368A" w:rsidRDefault="00E643D1" w:rsidP="00C36237">
            <w:p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2"/>
              </w:rPr>
              <w:t>Main Tasks</w:t>
            </w:r>
          </w:p>
        </w:tc>
      </w:tr>
      <w:tr w:rsidR="007B39B5" w:rsidRPr="00FF368A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FF368A" w:rsidRDefault="00C9493B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1 – Self-Esteem and Confidence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C9493B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LO decided by individual students at the end of the lesson but likely to be: </w:t>
            </w:r>
          </w:p>
          <w:p w:rsidR="00B93530" w:rsidRPr="00FF368A" w:rsidRDefault="00B93530" w:rsidP="00E643D1">
            <w:pPr>
              <w:rPr>
                <w:rFonts w:ascii="Arial" w:hAnsi="Arial" w:cs="Arial"/>
                <w:sz w:val="22"/>
              </w:rPr>
            </w:pPr>
          </w:p>
          <w:p w:rsidR="00B93530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analyse our strengths and areas for development</w:t>
            </w:r>
          </w:p>
          <w:p w:rsidR="00B93530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develop our confidence in speaking about our strengths</w:t>
            </w:r>
          </w:p>
          <w:p w:rsidR="00B93530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assess whether we were supportive of each other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B93530" w:rsidRPr="00FF368A" w:rsidRDefault="00B93530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Memory Game: I went to the shop and I bought…</w:t>
            </w:r>
          </w:p>
          <w:p w:rsidR="00E643D1" w:rsidRPr="00FF368A" w:rsidRDefault="00B93530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About Myself Task – reflecting on strengths, progress, areas for development and also capturing positive moments from Y7</w:t>
            </w:r>
          </w:p>
          <w:p w:rsidR="00FF58C4" w:rsidRPr="00FF368A" w:rsidRDefault="00B93530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I went to the shop and met someone who was (repeat of the game but focusing on positive qualities of each person)</w:t>
            </w:r>
          </w:p>
        </w:tc>
      </w:tr>
      <w:tr w:rsidR="00795FEB" w:rsidRPr="00FF368A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795FEB" w:rsidRPr="00FF368A" w:rsidRDefault="00C9493B" w:rsidP="00B93530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2 – </w:t>
            </w:r>
            <w:r w:rsidR="00B93530" w:rsidRPr="00FF368A">
              <w:rPr>
                <w:rFonts w:ascii="Arial" w:hAnsi="Arial" w:cs="Arial"/>
                <w:sz w:val="22"/>
              </w:rPr>
              <w:t xml:space="preserve">Strategies to improve self-esteem </w:t>
            </w:r>
            <w:r w:rsidR="00FF58C4" w:rsidRPr="00FF368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95FEB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To know what is meant by self-esteem and to trial some strategies for improving our self-esteem 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B93530" w:rsidRPr="00FF368A" w:rsidRDefault="00B93530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Discuss what is meant by self-esteem and why it is important (link to previous lesson) </w:t>
            </w:r>
          </w:p>
          <w:p w:rsidR="00FF58C4" w:rsidRPr="00FF368A" w:rsidRDefault="00B93530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Positive self-talk task in which students convert negative statements into positive statements</w:t>
            </w:r>
            <w:r w:rsidR="00FF58C4" w:rsidRPr="00FF368A">
              <w:rPr>
                <w:rFonts w:ascii="Arial" w:hAnsi="Arial" w:cs="Arial"/>
                <w:sz w:val="20"/>
              </w:rPr>
              <w:t xml:space="preserve"> </w:t>
            </w:r>
          </w:p>
          <w:p w:rsidR="00B93530" w:rsidRPr="00FF368A" w:rsidRDefault="00B93530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Teacher explanation and modelling of visualisation </w:t>
            </w:r>
          </w:p>
        </w:tc>
      </w:tr>
      <w:tr w:rsidR="007B39B5" w:rsidRPr="00FF368A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FF368A" w:rsidRDefault="00C9493B" w:rsidP="00B93530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3 – </w:t>
            </w:r>
            <w:r w:rsidR="00B93530" w:rsidRPr="00FF368A">
              <w:rPr>
                <w:rFonts w:ascii="Arial" w:hAnsi="Arial" w:cs="Arial"/>
                <w:sz w:val="22"/>
              </w:rPr>
              <w:t xml:space="preserve">What is resilience and why is it important?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B39B5" w:rsidRPr="00FF368A" w:rsidRDefault="00B93530" w:rsidP="00E643D1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To know what resilience is and why it is so important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E643D1" w:rsidRPr="00FF368A" w:rsidRDefault="00B93530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Look at clips from The Pursuit of </w:t>
            </w:r>
            <w:proofErr w:type="spellStart"/>
            <w:r w:rsidRPr="00FF368A">
              <w:rPr>
                <w:rFonts w:ascii="Arial" w:hAnsi="Arial" w:cs="Arial"/>
                <w:sz w:val="20"/>
              </w:rPr>
              <w:t>Happyness</w:t>
            </w:r>
            <w:proofErr w:type="spellEnd"/>
            <w:r w:rsidRPr="00FF368A">
              <w:rPr>
                <w:rFonts w:ascii="Arial" w:hAnsi="Arial" w:cs="Arial"/>
                <w:sz w:val="20"/>
              </w:rPr>
              <w:t xml:space="preserve"> and Nick </w:t>
            </w:r>
            <w:proofErr w:type="spellStart"/>
            <w:r w:rsidRPr="00FF368A">
              <w:rPr>
                <w:rFonts w:ascii="Arial" w:hAnsi="Arial" w:cs="Arial"/>
                <w:sz w:val="20"/>
              </w:rPr>
              <w:t>Vujicic</w:t>
            </w:r>
            <w:proofErr w:type="spellEnd"/>
            <w:r w:rsidRPr="00FF368A">
              <w:rPr>
                <w:rFonts w:ascii="Arial" w:hAnsi="Arial" w:cs="Arial"/>
                <w:sz w:val="20"/>
              </w:rPr>
              <w:t xml:space="preserve"> and discuss: </w:t>
            </w:r>
          </w:p>
          <w:p w:rsidR="00B93530" w:rsidRPr="00FF368A" w:rsidRDefault="00B93530" w:rsidP="00B935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Difficulties</w:t>
            </w:r>
          </w:p>
          <w:p w:rsidR="00B93530" w:rsidRPr="00FF368A" w:rsidRDefault="00B93530" w:rsidP="00B935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Why they are resilient</w:t>
            </w:r>
          </w:p>
          <w:p w:rsidR="00B93530" w:rsidRPr="00FF368A" w:rsidRDefault="00B93530" w:rsidP="00B935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Why resilience is important </w:t>
            </w:r>
          </w:p>
          <w:p w:rsidR="00B93530" w:rsidRPr="00FF368A" w:rsidRDefault="00B93530" w:rsidP="00B935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reflect on difficulties that they might face</w:t>
            </w:r>
          </w:p>
          <w:p w:rsidR="00B93530" w:rsidRPr="00FF368A" w:rsidRDefault="00B93530" w:rsidP="00B935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write a paragraph on why resilience is important </w:t>
            </w:r>
          </w:p>
        </w:tc>
      </w:tr>
      <w:tr w:rsidR="00C9493B" w:rsidRPr="00FF368A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C9493B" w:rsidRPr="00FF368A" w:rsidRDefault="00C9493B" w:rsidP="00B93530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4 – </w:t>
            </w:r>
            <w:r w:rsidR="00B93530" w:rsidRPr="00FF368A">
              <w:rPr>
                <w:rFonts w:ascii="Arial" w:hAnsi="Arial" w:cs="Arial"/>
                <w:sz w:val="22"/>
              </w:rPr>
              <w:t>Being resilient: Accepting feedback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C9493B" w:rsidRPr="00FF368A" w:rsidRDefault="00B93530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know how to accept both positive and negative feedback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C9493B" w:rsidRPr="00FF368A" w:rsidRDefault="00B93530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give each other positive feedback and reflect on how this feels</w:t>
            </w:r>
          </w:p>
          <w:p w:rsidR="00B93530" w:rsidRPr="00FF368A" w:rsidRDefault="00B93530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roleplay a range of strategies for accepting positive feedback analysing for analysing for advantages / disadvantages</w:t>
            </w:r>
          </w:p>
          <w:p w:rsidR="00B93530" w:rsidRPr="00FF368A" w:rsidRDefault="009439F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are taught ways to accept negative feedback (deep breath, ask questions, step outside </w:t>
            </w:r>
            <w:r w:rsidR="00B93E06" w:rsidRPr="00FF368A">
              <w:rPr>
                <w:rFonts w:ascii="Arial" w:hAnsi="Arial" w:cs="Arial"/>
                <w:sz w:val="20"/>
              </w:rPr>
              <w:t>etc.</w:t>
            </w:r>
            <w:r w:rsidRPr="00FF368A">
              <w:rPr>
                <w:rFonts w:ascii="Arial" w:hAnsi="Arial" w:cs="Arial"/>
                <w:sz w:val="20"/>
              </w:rPr>
              <w:t>)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reflect on how they typically react to negative feedback and explain why they need to learn to accept feedback</w:t>
            </w:r>
          </w:p>
        </w:tc>
      </w:tr>
      <w:tr w:rsidR="00C9493B" w:rsidRPr="00FF368A" w:rsidTr="00E643D1">
        <w:tc>
          <w:tcPr>
            <w:tcW w:w="2300" w:type="dxa"/>
            <w:shd w:val="clear" w:color="auto" w:fill="FFFFFF" w:themeFill="background1"/>
            <w:vAlign w:val="center"/>
          </w:tcPr>
          <w:p w:rsidR="00C9493B" w:rsidRPr="00FF368A" w:rsidRDefault="00C9493B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5 – Resilience (coping with failure or disappointment)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C9493B" w:rsidRPr="00FF368A" w:rsidRDefault="009439F6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To know why it can be important to fail and how to cope with it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C9493B" w:rsidRPr="00FF368A" w:rsidRDefault="009439F6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brainstorm words for failure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watch video of famous failures who lost their job, suffered refection </w:t>
            </w:r>
            <w:r w:rsidR="00B93E06" w:rsidRPr="00FF368A">
              <w:rPr>
                <w:rFonts w:ascii="Arial" w:hAnsi="Arial" w:cs="Arial"/>
                <w:sz w:val="20"/>
              </w:rPr>
              <w:t>etc.</w:t>
            </w:r>
            <w:r w:rsidRPr="00FF368A">
              <w:rPr>
                <w:rFonts w:ascii="Arial" w:hAnsi="Arial" w:cs="Arial"/>
                <w:sz w:val="20"/>
              </w:rPr>
              <w:t xml:space="preserve"> and identify who they were 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given advice on how to re</w:t>
            </w:r>
            <w:bookmarkStart w:id="0" w:name="_GoBack"/>
            <w:bookmarkEnd w:id="0"/>
            <w:r w:rsidRPr="00FF368A">
              <w:rPr>
                <w:rFonts w:ascii="Arial" w:hAnsi="Arial" w:cs="Arial"/>
                <w:sz w:val="20"/>
              </w:rPr>
              <w:t>act positively to failure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write a motivational speech to a student who has </w:t>
            </w:r>
            <w:r w:rsidRPr="00FF368A">
              <w:rPr>
                <w:rFonts w:ascii="Arial" w:hAnsi="Arial" w:cs="Arial"/>
                <w:sz w:val="20"/>
              </w:rPr>
              <w:lastRenderedPageBreak/>
              <w:t xml:space="preserve">failed building in both the advice and an example from the video </w:t>
            </w:r>
          </w:p>
        </w:tc>
      </w:tr>
      <w:tr w:rsidR="00C9493B" w:rsidRPr="00FF368A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C9493B" w:rsidRPr="00FF368A" w:rsidRDefault="00C9493B" w:rsidP="004B084B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lastRenderedPageBreak/>
              <w:t xml:space="preserve">6 – </w:t>
            </w:r>
            <w:r w:rsidR="004B084B">
              <w:rPr>
                <w:rFonts w:ascii="Arial" w:hAnsi="Arial" w:cs="Arial"/>
                <w:sz w:val="22"/>
              </w:rPr>
              <w:t xml:space="preserve">Should you ever give up?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C9493B" w:rsidRPr="00FF368A" w:rsidRDefault="009439F6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To evaluate whether we should ever give up on our dreams 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C9493B" w:rsidRPr="00FF368A" w:rsidRDefault="009439F6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give their ‘gut’ response to this question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look at case studies of people and decide whether they should consider giving up / changing the plan 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map out the possible consequences of continuing / giving up their dreams for one of the case studies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reconsider their response to the question</w:t>
            </w:r>
          </w:p>
        </w:tc>
      </w:tr>
      <w:tr w:rsidR="00C9493B" w:rsidRPr="00FF368A" w:rsidTr="00E643D1">
        <w:tc>
          <w:tcPr>
            <w:tcW w:w="2300" w:type="dxa"/>
            <w:vAlign w:val="center"/>
          </w:tcPr>
          <w:p w:rsidR="00C9493B" w:rsidRPr="00FF368A" w:rsidRDefault="00C9493B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 xml:space="preserve">7 – </w:t>
            </w:r>
            <w:r w:rsidR="00170126" w:rsidRPr="00FF368A">
              <w:rPr>
                <w:rFonts w:ascii="Arial" w:hAnsi="Arial" w:cs="Arial"/>
                <w:sz w:val="22"/>
              </w:rPr>
              <w:t xml:space="preserve">Looking out for others </w:t>
            </w:r>
          </w:p>
        </w:tc>
        <w:tc>
          <w:tcPr>
            <w:tcW w:w="6095" w:type="dxa"/>
            <w:vAlign w:val="center"/>
          </w:tcPr>
          <w:p w:rsidR="00C9493B" w:rsidRPr="00FF368A" w:rsidRDefault="009439F6" w:rsidP="00170126">
            <w:p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To understand how our words and behaviour can impact on the self-esteem of others</w:t>
            </w:r>
          </w:p>
          <w:p w:rsidR="009439F6" w:rsidRPr="00FF368A" w:rsidRDefault="009439F6" w:rsidP="009439F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How to praise</w:t>
            </w:r>
          </w:p>
          <w:p w:rsidR="009439F6" w:rsidRPr="00FF368A" w:rsidRDefault="009439F6" w:rsidP="009439F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FF368A">
              <w:rPr>
                <w:rFonts w:ascii="Arial" w:hAnsi="Arial" w:cs="Arial"/>
                <w:sz w:val="22"/>
              </w:rPr>
              <w:t>How to feedback</w:t>
            </w:r>
          </w:p>
        </w:tc>
        <w:tc>
          <w:tcPr>
            <w:tcW w:w="6237" w:type="dxa"/>
            <w:vAlign w:val="center"/>
          </w:tcPr>
          <w:p w:rsidR="00C9493B" w:rsidRPr="00FF368A" w:rsidRDefault="009439F6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recap how to say sorry (to remember that words, tone of voice and body language all impact the message) 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roleplay how positive words can be used to praise, insult or confuse people 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>Students learn about the feedback sandwich and analyse why it might / might not work</w:t>
            </w:r>
          </w:p>
          <w:p w:rsidR="009439F6" w:rsidRPr="00FF368A" w:rsidRDefault="009439F6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FF368A">
              <w:rPr>
                <w:rFonts w:ascii="Arial" w:hAnsi="Arial" w:cs="Arial"/>
                <w:sz w:val="20"/>
              </w:rPr>
              <w:t xml:space="preserve">Students give each other verbal feedback on their work this year using strategies from the lesson </w:t>
            </w:r>
          </w:p>
        </w:tc>
      </w:tr>
    </w:tbl>
    <w:p w:rsidR="00C36237" w:rsidRPr="00FF368A" w:rsidRDefault="00C36237">
      <w:pPr>
        <w:rPr>
          <w:rFonts w:ascii="Arial" w:hAnsi="Arial" w:cs="Arial"/>
        </w:rPr>
      </w:pPr>
    </w:p>
    <w:sectPr w:rsidR="00C36237" w:rsidRPr="00FF368A" w:rsidSect="00E643D1">
      <w:footerReference w:type="default" r:id="rId8"/>
      <w:pgSz w:w="16839" w:h="11907" w:orient="landscape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4B" w:rsidRDefault="004B084B" w:rsidP="00E643D1">
      <w:pPr>
        <w:spacing w:after="0" w:line="240" w:lineRule="auto"/>
      </w:pPr>
      <w:r>
        <w:separator/>
      </w:r>
    </w:p>
  </w:endnote>
  <w:endnote w:type="continuationSeparator" w:id="0">
    <w:p w:rsidR="004B084B" w:rsidRDefault="004B084B" w:rsidP="00E6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BC" w:rsidRPr="002D31BC" w:rsidRDefault="002D31BC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  <w:r>
      <w:br/>
    </w:r>
    <w:r w:rsidRPr="002D31BC">
      <w:rPr>
        <w:rFonts w:ascii="Arial" w:hAnsi="Arial" w:cs="Arial"/>
        <w:color w:val="222222"/>
        <w:sz w:val="20"/>
        <w:szCs w:val="20"/>
        <w:shd w:val="clear" w:color="auto" w:fill="FFFFFF"/>
      </w:rPr>
      <w:t>Resources produced by Gladesmore Community School as part of the Stepping Stones programme, </w:t>
    </w:r>
    <w:r w:rsidRPr="002D31BC">
      <w:rPr>
        <w:rFonts w:ascii="Arial" w:hAnsi="Arial" w:cs="Arial"/>
        <w:b/>
        <w:bCs/>
        <w:color w:val="222222"/>
        <w:sz w:val="20"/>
        <w:szCs w:val="20"/>
        <w:shd w:val="clear" w:color="auto" w:fill="FFFFFF"/>
      </w:rPr>
      <w:t>supported by the Mayor of London</w:t>
    </w:r>
    <w:r w:rsidRPr="002D31BC">
      <w:rPr>
        <w:rFonts w:ascii="Arial" w:hAnsi="Arial" w:cs="Arial"/>
        <w:color w:val="222222"/>
        <w:sz w:val="20"/>
        <w:szCs w:val="20"/>
        <w:shd w:val="clear" w:color="auto" w:fill="FFFFFF"/>
      </w:rPr>
      <w:t>.  All resources are fully editable. </w:t>
    </w:r>
  </w:p>
  <w:p w:rsidR="002D31BC" w:rsidRPr="002D31BC" w:rsidRDefault="002D31BC">
    <w:pPr>
      <w:pStyle w:val="Footer"/>
      <w:rPr>
        <w:rFonts w:ascii="Arial" w:hAnsi="Arial" w:cs="Arial"/>
        <w:color w:val="222222"/>
        <w:sz w:val="20"/>
        <w:szCs w:val="20"/>
        <w:shd w:val="clear" w:color="auto" w:fill="FFFFFF"/>
      </w:rPr>
    </w:pPr>
  </w:p>
  <w:p w:rsidR="004B084B" w:rsidRPr="002D31BC" w:rsidRDefault="004B084B">
    <w:pPr>
      <w:pStyle w:val="Footer"/>
      <w:rPr>
        <w:rFonts w:ascii="Arial" w:hAnsi="Arial" w:cs="Arial"/>
        <w:sz w:val="20"/>
        <w:szCs w:val="20"/>
      </w:rPr>
    </w:pPr>
    <w:r w:rsidRPr="002D31BC">
      <w:rPr>
        <w:rFonts w:ascii="Arial" w:hAnsi="Arial" w:cs="Arial"/>
        <w:sz w:val="20"/>
        <w:szCs w:val="20"/>
      </w:rPr>
      <w:t xml:space="preserve">Taught Unit: Developing Self-Esteem and Resilience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4B" w:rsidRDefault="004B084B" w:rsidP="00E643D1">
      <w:pPr>
        <w:spacing w:after="0" w:line="240" w:lineRule="auto"/>
      </w:pPr>
      <w:r>
        <w:separator/>
      </w:r>
    </w:p>
  </w:footnote>
  <w:footnote w:type="continuationSeparator" w:id="0">
    <w:p w:rsidR="004B084B" w:rsidRDefault="004B084B" w:rsidP="00E6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F65F34"/>
    <w:multiLevelType w:val="hybridMultilevel"/>
    <w:tmpl w:val="01BCD6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2A4AE0"/>
    <w:multiLevelType w:val="hybridMultilevel"/>
    <w:tmpl w:val="7456A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E446B"/>
    <w:multiLevelType w:val="hybridMultilevel"/>
    <w:tmpl w:val="25128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C4F54"/>
    <w:multiLevelType w:val="hybridMultilevel"/>
    <w:tmpl w:val="FFF889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35A32"/>
    <w:multiLevelType w:val="hybridMultilevel"/>
    <w:tmpl w:val="FED6FD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FC4A5B"/>
    <w:multiLevelType w:val="hybridMultilevel"/>
    <w:tmpl w:val="A724A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97FC2"/>
    <w:multiLevelType w:val="hybridMultilevel"/>
    <w:tmpl w:val="2116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C78BC"/>
    <w:multiLevelType w:val="hybridMultilevel"/>
    <w:tmpl w:val="1F242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D05829"/>
    <w:multiLevelType w:val="hybridMultilevel"/>
    <w:tmpl w:val="DA5ED7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2D07B6"/>
    <w:multiLevelType w:val="hybridMultilevel"/>
    <w:tmpl w:val="EDC68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D818A0"/>
    <w:multiLevelType w:val="hybridMultilevel"/>
    <w:tmpl w:val="C82482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0"/>
  </w:num>
  <w:num w:numId="10">
    <w:abstractNumId w:val="9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97"/>
    <w:rsid w:val="00032EC1"/>
    <w:rsid w:val="00170126"/>
    <w:rsid w:val="00170757"/>
    <w:rsid w:val="00267C19"/>
    <w:rsid w:val="002D31BC"/>
    <w:rsid w:val="00320E87"/>
    <w:rsid w:val="00403D12"/>
    <w:rsid w:val="0049355C"/>
    <w:rsid w:val="004B084B"/>
    <w:rsid w:val="004C595D"/>
    <w:rsid w:val="00580040"/>
    <w:rsid w:val="005D26D6"/>
    <w:rsid w:val="00795FEB"/>
    <w:rsid w:val="007B01E7"/>
    <w:rsid w:val="007B39B5"/>
    <w:rsid w:val="007E5AC5"/>
    <w:rsid w:val="00932FE2"/>
    <w:rsid w:val="009439F6"/>
    <w:rsid w:val="009D4309"/>
    <w:rsid w:val="00B25407"/>
    <w:rsid w:val="00B93530"/>
    <w:rsid w:val="00B93E06"/>
    <w:rsid w:val="00BD5C26"/>
    <w:rsid w:val="00C36237"/>
    <w:rsid w:val="00C9493B"/>
    <w:rsid w:val="00CA3618"/>
    <w:rsid w:val="00D42A97"/>
    <w:rsid w:val="00DB6FDD"/>
    <w:rsid w:val="00E13789"/>
    <w:rsid w:val="00E643D1"/>
    <w:rsid w:val="00EB5187"/>
    <w:rsid w:val="00F00943"/>
    <w:rsid w:val="00FE1F0A"/>
    <w:rsid w:val="00FF368A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4587D846</Template>
  <TotalTime>2370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 K. Mitchell</dc:creator>
  <cp:lastModifiedBy>Ms J. Dimes</cp:lastModifiedBy>
  <cp:revision>11</cp:revision>
  <cp:lastPrinted>2018-01-12T10:11:00Z</cp:lastPrinted>
  <dcterms:created xsi:type="dcterms:W3CDTF">2017-06-05T11:46:00Z</dcterms:created>
  <dcterms:modified xsi:type="dcterms:W3CDTF">2018-01-25T11:13:00Z</dcterms:modified>
</cp:coreProperties>
</file>